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30A0B" w14:textId="77777777" w:rsidR="00A60B4D" w:rsidRPr="00B169DF" w:rsidRDefault="00997F14" w:rsidP="00A60B4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A60B4D" w:rsidRPr="004919F0">
        <w:rPr>
          <w:rFonts w:ascii="Corbel" w:hAnsi="Corbel"/>
          <w:bCs/>
          <w:i/>
        </w:rPr>
        <w:t>Załącznik nr 1.5 do Zarządzenia Rektora UR nr 61/2025</w:t>
      </w:r>
    </w:p>
    <w:p w14:paraId="29A537A4" w14:textId="77777777" w:rsidR="00A60B4D" w:rsidRPr="00B169DF" w:rsidRDefault="00A60B4D" w:rsidP="00A60B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2545AC8" w14:textId="77777777" w:rsidR="00A60B4D" w:rsidRPr="00B169DF" w:rsidRDefault="00A60B4D" w:rsidP="00A60B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392B7A15" w14:textId="77777777" w:rsidR="00A60B4D" w:rsidRPr="00B169DF" w:rsidRDefault="00A60B4D" w:rsidP="00A60B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3F73FC9" w14:textId="77777777" w:rsidR="00A60B4D" w:rsidRPr="00B169DF" w:rsidRDefault="00A60B4D" w:rsidP="00A60B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39FA0BD0" w14:textId="4F56D8C9" w:rsidR="0085747A" w:rsidRPr="00B169DF" w:rsidRDefault="0085747A" w:rsidP="00A60B4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A40E4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D102461" w14:textId="77777777" w:rsidTr="00B819C8">
        <w:tc>
          <w:tcPr>
            <w:tcW w:w="2694" w:type="dxa"/>
            <w:vAlign w:val="center"/>
          </w:tcPr>
          <w:p w14:paraId="58C5240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03A651" w14:textId="77777777" w:rsidR="0085747A" w:rsidRPr="00B169DF" w:rsidRDefault="00A64E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Międzykulturowe kontakty artystyczne</w:t>
            </w:r>
          </w:p>
        </w:tc>
      </w:tr>
      <w:tr w:rsidR="0085747A" w:rsidRPr="00B169DF" w14:paraId="5BA13AB1" w14:textId="77777777" w:rsidTr="00B819C8">
        <w:tc>
          <w:tcPr>
            <w:tcW w:w="2694" w:type="dxa"/>
            <w:vAlign w:val="center"/>
          </w:tcPr>
          <w:p w14:paraId="3F50647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2C2C0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60B4D" w:rsidRPr="00B169DF" w14:paraId="72D411B8" w14:textId="77777777" w:rsidTr="00B819C8">
        <w:tc>
          <w:tcPr>
            <w:tcW w:w="2694" w:type="dxa"/>
            <w:vAlign w:val="center"/>
          </w:tcPr>
          <w:p w14:paraId="53557CB4" w14:textId="77777777" w:rsidR="00A60B4D" w:rsidRPr="00B169DF" w:rsidRDefault="00A60B4D" w:rsidP="00A60B4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19DEE85" w14:textId="040C3A87" w:rsidR="00A60B4D" w:rsidRPr="00B169DF" w:rsidRDefault="00A60B4D" w:rsidP="00A60B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60B4D" w:rsidRPr="00B169DF" w14:paraId="5C16CA03" w14:textId="77777777" w:rsidTr="00B819C8">
        <w:tc>
          <w:tcPr>
            <w:tcW w:w="2694" w:type="dxa"/>
            <w:vAlign w:val="center"/>
          </w:tcPr>
          <w:p w14:paraId="4CB8C2E5" w14:textId="77777777" w:rsidR="00A60B4D" w:rsidRPr="00B169DF" w:rsidRDefault="00A60B4D" w:rsidP="00A60B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199931" w14:textId="52F3AA34" w:rsidR="00A60B4D" w:rsidRPr="00B169DF" w:rsidRDefault="00A60B4D" w:rsidP="00A60B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6B655613" w14:textId="77777777" w:rsidTr="00B819C8">
        <w:tc>
          <w:tcPr>
            <w:tcW w:w="2694" w:type="dxa"/>
            <w:vAlign w:val="center"/>
          </w:tcPr>
          <w:p w14:paraId="7150AD6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1A34B8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37E9D55C" w14:textId="77777777" w:rsidTr="00B819C8">
        <w:tc>
          <w:tcPr>
            <w:tcW w:w="2694" w:type="dxa"/>
            <w:vAlign w:val="center"/>
          </w:tcPr>
          <w:p w14:paraId="29A411F0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0E18F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169DF" w14:paraId="0448D333" w14:textId="77777777" w:rsidTr="00B819C8">
        <w:tc>
          <w:tcPr>
            <w:tcW w:w="2694" w:type="dxa"/>
            <w:vAlign w:val="center"/>
          </w:tcPr>
          <w:p w14:paraId="20AAFCE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B59CAF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64347E46" w14:textId="77777777" w:rsidTr="00B819C8">
        <w:tc>
          <w:tcPr>
            <w:tcW w:w="2694" w:type="dxa"/>
            <w:vAlign w:val="center"/>
          </w:tcPr>
          <w:p w14:paraId="78DAF50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F74C3D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0AACAE0" w14:textId="77777777" w:rsidTr="00B819C8">
        <w:tc>
          <w:tcPr>
            <w:tcW w:w="2694" w:type="dxa"/>
            <w:vAlign w:val="center"/>
          </w:tcPr>
          <w:p w14:paraId="4CDD338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0E8254" w14:textId="77777777" w:rsidR="0085747A" w:rsidRPr="00B169DF" w:rsidRDefault="00866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 III</w:t>
            </w:r>
            <w:r w:rsidR="003D4798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A268E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D4798">
              <w:rPr>
                <w:rFonts w:ascii="Corbel" w:hAnsi="Corbel"/>
                <w:b w:val="0"/>
                <w:sz w:val="24"/>
                <w:szCs w:val="24"/>
              </w:rPr>
              <w:t>str</w:t>
            </w:r>
          </w:p>
        </w:tc>
      </w:tr>
      <w:tr w:rsidR="0085747A" w:rsidRPr="00B169DF" w14:paraId="42FA9F61" w14:textId="77777777" w:rsidTr="00B819C8">
        <w:tc>
          <w:tcPr>
            <w:tcW w:w="2694" w:type="dxa"/>
            <w:vAlign w:val="center"/>
          </w:tcPr>
          <w:p w14:paraId="0335BE9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DE01DF" w14:textId="77777777" w:rsidR="0085747A" w:rsidRPr="00B169DF" w:rsidRDefault="00A2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D4798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B169DF" w14:paraId="63CD5A99" w14:textId="77777777" w:rsidTr="00B819C8">
        <w:tc>
          <w:tcPr>
            <w:tcW w:w="2694" w:type="dxa"/>
            <w:vAlign w:val="center"/>
          </w:tcPr>
          <w:p w14:paraId="23C1352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2064F1" w14:textId="77777777" w:rsidR="00923D7D" w:rsidRPr="00B169DF" w:rsidRDefault="00A2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479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B169DF" w14:paraId="1D056DB8" w14:textId="77777777" w:rsidTr="00B819C8">
        <w:tc>
          <w:tcPr>
            <w:tcW w:w="2694" w:type="dxa"/>
            <w:vAlign w:val="center"/>
          </w:tcPr>
          <w:p w14:paraId="581992B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1F8A31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2C890471" w14:textId="77777777" w:rsidTr="00B819C8">
        <w:tc>
          <w:tcPr>
            <w:tcW w:w="2694" w:type="dxa"/>
            <w:vAlign w:val="center"/>
          </w:tcPr>
          <w:p w14:paraId="744EDF3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D73E98" w14:textId="77777777" w:rsidR="0085747A" w:rsidRPr="00B169DF" w:rsidRDefault="003D47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1F7C37D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B78312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2F93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1F8E9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C7556F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22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0D9152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909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F5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D1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6C7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BE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B0FA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F2A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BB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435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E3E0B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01B8" w14:textId="77777777" w:rsidR="00015B8F" w:rsidRPr="00B169DF" w:rsidRDefault="003D47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CE7A" w14:textId="77777777" w:rsidR="00015B8F" w:rsidRPr="00B169DF" w:rsidRDefault="003D47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080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7326" w14:textId="77777777" w:rsidR="00015B8F" w:rsidRPr="00B169DF" w:rsidRDefault="003D47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5AE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876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C16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3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94D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CD5C" w14:textId="77777777" w:rsidR="00015B8F" w:rsidRPr="00B169DF" w:rsidRDefault="003D47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2810C7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04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F6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43B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BB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0AE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D8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8A3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A56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B62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0BA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C0996A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CA3D0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94980C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19A086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3D479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D40738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9D4A1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30A0B0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3D479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4991403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9C51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9E86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2E51723" w14:textId="77777777" w:rsidTr="00745302">
        <w:tc>
          <w:tcPr>
            <w:tcW w:w="9670" w:type="dxa"/>
          </w:tcPr>
          <w:p w14:paraId="42859F58" w14:textId="77777777" w:rsidR="0085747A" w:rsidRPr="00B169DF" w:rsidRDefault="003D47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antropologii kulturowej, teorii sztuki i aksjologii kultury.</w:t>
            </w:r>
          </w:p>
          <w:p w14:paraId="1B3ECA56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B5880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2F9CF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1A5098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AF4BB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93B73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2532E210" w14:textId="77777777" w:rsidTr="00923D7D">
        <w:tc>
          <w:tcPr>
            <w:tcW w:w="851" w:type="dxa"/>
            <w:vAlign w:val="center"/>
          </w:tcPr>
          <w:p w14:paraId="58C590EC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E559B48" w14:textId="77777777" w:rsidR="0085747A" w:rsidRPr="00B169DF" w:rsidRDefault="009B7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Głównym celem jest wskazanie na potrzebę kontaktów międzykulturowych w sferze sztuki. Wiedza o kontaktach artystycznych pozwala zrozumieć czym jest kultura ożywiana poprzez sztukę niosąca nowe idee, inspiracje i wartości.    </w:t>
            </w:r>
          </w:p>
        </w:tc>
      </w:tr>
      <w:tr w:rsidR="0085747A" w:rsidRPr="00B169DF" w14:paraId="30D164C2" w14:textId="77777777" w:rsidTr="00923D7D">
        <w:tc>
          <w:tcPr>
            <w:tcW w:w="851" w:type="dxa"/>
            <w:vAlign w:val="center"/>
          </w:tcPr>
          <w:p w14:paraId="2C174F8A" w14:textId="77777777" w:rsidR="0085747A" w:rsidRPr="00B169DF" w:rsidRDefault="009B7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531ECD" w14:textId="77777777" w:rsidR="0085747A" w:rsidRPr="00B169DF" w:rsidRDefault="009B7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 praktycznym wymiarze celem jest zapoznanie studentów z instytucjami odpowiedzialnymi za artystyczne kontakty międzykulturowe.</w:t>
            </w:r>
          </w:p>
        </w:tc>
      </w:tr>
      <w:tr w:rsidR="0085747A" w:rsidRPr="00B169DF" w14:paraId="7D65503D" w14:textId="77777777" w:rsidTr="00923D7D">
        <w:tc>
          <w:tcPr>
            <w:tcW w:w="851" w:type="dxa"/>
            <w:vAlign w:val="center"/>
          </w:tcPr>
          <w:p w14:paraId="6C13287C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36051E3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2C424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C0E0A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7769F7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0B45ADB" w14:textId="77777777" w:rsidTr="0071620A">
        <w:tc>
          <w:tcPr>
            <w:tcW w:w="1701" w:type="dxa"/>
            <w:vAlign w:val="center"/>
          </w:tcPr>
          <w:p w14:paraId="4CD142D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FD45E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6FCA6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26C6B5" w14:textId="77777777" w:rsidTr="005E6E85">
        <w:tc>
          <w:tcPr>
            <w:tcW w:w="1701" w:type="dxa"/>
          </w:tcPr>
          <w:p w14:paraId="520E7F6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13AE917" w14:textId="77777777" w:rsidR="008A2167" w:rsidRDefault="008A21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główne idee działań artystycznych w kulturach Zachodu i Wschodu. Jest świadomy potrzeb wymiany idei i wartości między kulturami poprzez dzieła sztuki i inne działania artystyczne. </w:t>
            </w:r>
          </w:p>
          <w:p w14:paraId="1C0CDA32" w14:textId="77777777" w:rsidR="008A2167" w:rsidRDefault="008A21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dotyczącą badań nad sztuką Europejską; jej wpływów i zapożyczeń z innych kultur. </w:t>
            </w:r>
          </w:p>
          <w:p w14:paraId="341B648A" w14:textId="77777777" w:rsidR="0085747A" w:rsidRDefault="008A21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potrzeby ciągłości kulturowej jak i otwartości na nowe wartości. </w:t>
            </w:r>
          </w:p>
          <w:p w14:paraId="19ECDAB3" w14:textId="77777777" w:rsidR="008A2167" w:rsidRPr="00B169DF" w:rsidRDefault="008A21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o instytucjach kultury które prowadzą szereg badań i stwarzają możliwości kontaktów artystycznych przez sympozja, konferencje i wydarzenia kulturalne.</w:t>
            </w:r>
          </w:p>
        </w:tc>
        <w:tc>
          <w:tcPr>
            <w:tcW w:w="1873" w:type="dxa"/>
          </w:tcPr>
          <w:p w14:paraId="2E8ED354" w14:textId="77777777" w:rsidR="0085747A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84E103D" w14:textId="34919553" w:rsidR="00AF3261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B7D9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D1BC05" w14:textId="21B5365E" w:rsidR="00AF3261" w:rsidRPr="00B169DF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B7D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B169DF" w14:paraId="3A628FE5" w14:textId="77777777" w:rsidTr="005E6E85">
        <w:tc>
          <w:tcPr>
            <w:tcW w:w="1701" w:type="dxa"/>
          </w:tcPr>
          <w:p w14:paraId="3CA205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B1103" w14:textId="77777777" w:rsidR="0085747A" w:rsidRDefault="008A21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AF3261">
              <w:rPr>
                <w:rFonts w:ascii="Corbel" w:hAnsi="Corbel"/>
                <w:b w:val="0"/>
                <w:smallCaps w:val="0"/>
                <w:szCs w:val="24"/>
              </w:rPr>
              <w:t xml:space="preserve"> umie prawidłowo interpretować ź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ródła procesów zmian kulturowych w dziedzinie artystycznej.</w:t>
            </w:r>
          </w:p>
          <w:p w14:paraId="73B87402" w14:textId="77777777" w:rsidR="008A2167" w:rsidRPr="00B169DF" w:rsidRDefault="00A20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dobrać właściwe metody i narzędzia komunikacyjne.</w:t>
            </w:r>
          </w:p>
        </w:tc>
        <w:tc>
          <w:tcPr>
            <w:tcW w:w="1873" w:type="dxa"/>
          </w:tcPr>
          <w:p w14:paraId="06475B5A" w14:textId="7BEEA7D9" w:rsidR="0085747A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B7D9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A885173" w14:textId="77777777" w:rsidR="00AF3261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AA9AD19" w14:textId="54F8FB54" w:rsidR="00AF3261" w:rsidRPr="00B169DF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B7D9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6F547647" w14:textId="77777777" w:rsidTr="005E6E85">
        <w:tc>
          <w:tcPr>
            <w:tcW w:w="1701" w:type="dxa"/>
          </w:tcPr>
          <w:p w14:paraId="723708A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04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454AF70" w14:textId="77777777" w:rsidR="0085747A" w:rsidRDefault="00A20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zainicjować spotkanie artystyczne.</w:t>
            </w:r>
          </w:p>
          <w:p w14:paraId="7FDB2663" w14:textId="77777777" w:rsidR="00A204E4" w:rsidRPr="00B169DF" w:rsidRDefault="00A20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Dba o dorobek własnej kultury i jest otwarty na tradycję innych kultur.</w:t>
            </w:r>
          </w:p>
        </w:tc>
        <w:tc>
          <w:tcPr>
            <w:tcW w:w="1873" w:type="dxa"/>
          </w:tcPr>
          <w:p w14:paraId="155CA7D7" w14:textId="77777777" w:rsidR="0085747A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E9FB0F5" w14:textId="77777777" w:rsidR="00AF3261" w:rsidRPr="00B169DF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64A626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DBF6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87F331A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2D831E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02E1EEF" w14:textId="77777777" w:rsidTr="00923D7D">
        <w:tc>
          <w:tcPr>
            <w:tcW w:w="9639" w:type="dxa"/>
          </w:tcPr>
          <w:p w14:paraId="0AFF535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5299A69" w14:textId="77777777" w:rsidTr="00923D7D">
        <w:tc>
          <w:tcPr>
            <w:tcW w:w="9639" w:type="dxa"/>
          </w:tcPr>
          <w:p w14:paraId="04656BE1" w14:textId="77777777" w:rsidR="0085747A" w:rsidRDefault="00A204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Jedność i inność działań artystycznych.</w:t>
            </w:r>
          </w:p>
          <w:p w14:paraId="41E83AEE" w14:textId="77777777" w:rsidR="00A204E4" w:rsidRPr="00B169DF" w:rsidRDefault="00A204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Wartość kontaktów artystycznych międzykulturowych. Spotkanie kultur na płaszczyźnie uniwersalnych wartości. Spotkanie jako potrzeba „nowości” w dziełach artystycznych. </w:t>
            </w:r>
          </w:p>
        </w:tc>
      </w:tr>
      <w:tr w:rsidR="0085747A" w:rsidRPr="00B169DF" w14:paraId="17E60D8C" w14:textId="77777777" w:rsidTr="00923D7D">
        <w:tc>
          <w:tcPr>
            <w:tcW w:w="9639" w:type="dxa"/>
          </w:tcPr>
          <w:p w14:paraId="28156897" w14:textId="77777777" w:rsidR="0085747A" w:rsidRDefault="00A204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 Instytut Studiów nad Sztuką Świata jako ośrodek odpowiadający na potrzeby kontaktów artystycznych i społecznych. </w:t>
            </w:r>
          </w:p>
          <w:p w14:paraId="585A3668" w14:textId="77777777" w:rsidR="00A204E4" w:rsidRPr="00B169DF" w:rsidRDefault="00A204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organizowa</w:t>
            </w:r>
            <w:r w:rsidR="00AF3261">
              <w:rPr>
                <w:rFonts w:ascii="Corbel" w:hAnsi="Corbel"/>
                <w:sz w:val="24"/>
                <w:szCs w:val="24"/>
              </w:rPr>
              <w:t>nia sympozjów, konferencji poprze</w:t>
            </w:r>
            <w:r>
              <w:rPr>
                <w:rFonts w:ascii="Corbel" w:hAnsi="Corbel"/>
                <w:sz w:val="24"/>
                <w:szCs w:val="24"/>
              </w:rPr>
              <w:t xml:space="preserve">z różne instytucje i ośrodki kultury i sztuki w kraju i za granicą. </w:t>
            </w:r>
          </w:p>
        </w:tc>
      </w:tr>
      <w:tr w:rsidR="0085747A" w:rsidRPr="00B169DF" w14:paraId="47DE37D3" w14:textId="77777777" w:rsidTr="00923D7D">
        <w:tc>
          <w:tcPr>
            <w:tcW w:w="9639" w:type="dxa"/>
          </w:tcPr>
          <w:p w14:paraId="6FA27E8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10678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F8F24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4803124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973AF87" w14:textId="77777777" w:rsidTr="00923D7D">
        <w:tc>
          <w:tcPr>
            <w:tcW w:w="9639" w:type="dxa"/>
          </w:tcPr>
          <w:p w14:paraId="38E1CC9F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1C296D7" w14:textId="77777777" w:rsidTr="00923D7D">
        <w:tc>
          <w:tcPr>
            <w:tcW w:w="9639" w:type="dxa"/>
          </w:tcPr>
          <w:p w14:paraId="7621979F" w14:textId="77777777" w:rsidR="0085747A" w:rsidRPr="00B169DF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Otwartość i wrażliwość na wartości jako warunek kontaktów artystycznych </w:t>
            </w:r>
          </w:p>
        </w:tc>
      </w:tr>
      <w:tr w:rsidR="0085747A" w:rsidRPr="00B169DF" w14:paraId="1B96F6E4" w14:textId="77777777" w:rsidTr="00923D7D">
        <w:tc>
          <w:tcPr>
            <w:tcW w:w="9639" w:type="dxa"/>
          </w:tcPr>
          <w:p w14:paraId="2121751F" w14:textId="77777777" w:rsidR="0085747A" w:rsidRPr="00B169DF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Rozpoznawanie idei które są ucieleśnione w działaniach artystycznych  i dziełach sztuki. </w:t>
            </w:r>
          </w:p>
        </w:tc>
      </w:tr>
      <w:tr w:rsidR="0085747A" w:rsidRPr="00B169DF" w14:paraId="21A645DE" w14:textId="77777777" w:rsidTr="00923D7D">
        <w:tc>
          <w:tcPr>
            <w:tcW w:w="9639" w:type="dxa"/>
          </w:tcPr>
          <w:p w14:paraId="098A3E08" w14:textId="77777777" w:rsidR="0085747A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Rozpoznawanie elementów antyku w dziełach sztuki w kulturze europejskiej. </w:t>
            </w:r>
          </w:p>
          <w:p w14:paraId="177A6B09" w14:textId="77777777" w:rsidR="00AF3261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Rozpoznawanie elementów orientu w kulturze Zachodu.</w:t>
            </w:r>
          </w:p>
          <w:p w14:paraId="4E68FF9A" w14:textId="77777777" w:rsidR="00AF3261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Wpływy kultury zachodniej na kulturę wschodu. </w:t>
            </w:r>
          </w:p>
          <w:p w14:paraId="2D228DCA" w14:textId="77777777" w:rsidR="00AF3261" w:rsidRPr="00B169DF" w:rsidRDefault="00AF3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Kontakty artystyczne jako wzajemne ubogacenie kultur poprzez żywe doświadczenie.</w:t>
            </w:r>
          </w:p>
        </w:tc>
      </w:tr>
    </w:tbl>
    <w:p w14:paraId="02D3141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58F6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E4BBB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33DD5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5677EDF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A204E4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A204E4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1F20C6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485B31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DD2B12C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E3B2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CC5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1D62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F08B4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AF93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82440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EF38C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5258F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2C23A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6F1A473" w14:textId="77777777" w:rsidTr="00C05F44">
        <w:tc>
          <w:tcPr>
            <w:tcW w:w="1985" w:type="dxa"/>
            <w:vAlign w:val="center"/>
          </w:tcPr>
          <w:p w14:paraId="52604CF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750894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6EABC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F80764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4039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807C21E" w14:textId="77777777" w:rsidTr="00C05F44">
        <w:tc>
          <w:tcPr>
            <w:tcW w:w="1985" w:type="dxa"/>
          </w:tcPr>
          <w:p w14:paraId="1F3E9A4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B09E95" w14:textId="77777777" w:rsidR="0085747A" w:rsidRPr="00B169DF" w:rsidRDefault="00A204E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204E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C09457" w14:textId="77777777" w:rsidR="0085747A" w:rsidRPr="00B169DF" w:rsidRDefault="00A20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33711A3A" w14:textId="77777777" w:rsidTr="00C05F44">
        <w:tc>
          <w:tcPr>
            <w:tcW w:w="1985" w:type="dxa"/>
          </w:tcPr>
          <w:p w14:paraId="5CAEE41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A204E4">
              <w:rPr>
                <w:rFonts w:ascii="Corbel" w:hAnsi="Corbel"/>
                <w:b w:val="0"/>
                <w:szCs w:val="24"/>
              </w:rPr>
              <w:t xml:space="preserve"> EK_03</w:t>
            </w:r>
          </w:p>
        </w:tc>
        <w:tc>
          <w:tcPr>
            <w:tcW w:w="5528" w:type="dxa"/>
          </w:tcPr>
          <w:p w14:paraId="3C725067" w14:textId="77777777" w:rsidR="0085747A" w:rsidRPr="00B169DF" w:rsidRDefault="007B58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8362C7" w14:textId="77777777" w:rsidR="0085747A" w:rsidRPr="00B169DF" w:rsidRDefault="007B58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507E3D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B53A3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49372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6A08A48" w14:textId="77777777" w:rsidTr="00923D7D">
        <w:tc>
          <w:tcPr>
            <w:tcW w:w="9670" w:type="dxa"/>
          </w:tcPr>
          <w:p w14:paraId="0C19403A" w14:textId="77777777" w:rsidR="00485B31" w:rsidRDefault="00AF32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wiedza zdobyta w trakcie wykładów</w:t>
            </w:r>
            <w:r w:rsidR="00485B31">
              <w:rPr>
                <w:rFonts w:ascii="Corbel" w:hAnsi="Corbel"/>
                <w:b w:val="0"/>
                <w:smallCaps w:val="0"/>
                <w:szCs w:val="24"/>
              </w:rPr>
              <w:t xml:space="preserve"> uzupełniona litera</w:t>
            </w:r>
            <w:r w:rsidR="00A268E2">
              <w:rPr>
                <w:rFonts w:ascii="Corbel" w:hAnsi="Corbel"/>
                <w:b w:val="0"/>
                <w:smallCaps w:val="0"/>
                <w:szCs w:val="24"/>
              </w:rPr>
              <w:t>turą. Student na ocenę dst student</w:t>
            </w:r>
            <w:r w:rsidR="00485B31">
              <w:rPr>
                <w:rFonts w:ascii="Corbel" w:hAnsi="Corbel"/>
                <w:b w:val="0"/>
                <w:smallCaps w:val="0"/>
                <w:szCs w:val="24"/>
              </w:rPr>
              <w:t xml:space="preserve"> powinien posiadać wiedzę o kontaktach artystycznych na poziomach: lokalnych, krajowych i miedzynarozdowych.</w:t>
            </w:r>
            <w:r w:rsidR="00A268E2">
              <w:rPr>
                <w:rFonts w:ascii="Corbel" w:hAnsi="Corbel"/>
                <w:b w:val="0"/>
                <w:smallCaps w:val="0"/>
                <w:szCs w:val="24"/>
              </w:rPr>
              <w:t xml:space="preserve"> Na ocenę db jw. student ma wiedzę o instytucjach kulturalnych w których odbywają się kontakty artystyczne na poziomie miedzynarodowym. Potrafi też wskazać na korzyści związane z kontaktami artystycznymi i potrzebę wymiany idei kulturowych. Na ocenę bdb jw. student ma wiedzę z zakresu działań krajowych i lokalnych kontaktów różnych dziedzin sztuki.  Student potrafi zająć stanowisko w kwestii przepływu elementów kultury, zastanych form, idei i potrafi to stanowisko uzasadnić. </w:t>
            </w:r>
          </w:p>
          <w:p w14:paraId="3FC1B34F" w14:textId="77777777" w:rsidR="0085747A" w:rsidRPr="00B169DF" w:rsidRDefault="00485B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 w trakcie ćwiczeń:</w:t>
            </w:r>
            <w:r w:rsidR="00A268E2">
              <w:rPr>
                <w:rFonts w:ascii="Corbel" w:hAnsi="Corbel"/>
                <w:b w:val="0"/>
                <w:smallCaps w:val="0"/>
                <w:szCs w:val="24"/>
              </w:rPr>
              <w:t xml:space="preserve"> Na ocenę dst.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umiejętność pracy w grupie, analizy tekstu</w:t>
            </w:r>
            <w:r w:rsidR="00A268E2">
              <w:rPr>
                <w:rFonts w:ascii="Corbel" w:hAnsi="Corbel"/>
                <w:b w:val="0"/>
                <w:smallCaps w:val="0"/>
                <w:szCs w:val="24"/>
              </w:rPr>
              <w:t>. Na ocenę db student potrafi również zanalizować dzieło sztuki pod kątem nośnika pewnych idei i form kultury. Na ocenę bdb student wykazuje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kreatywność</w:t>
            </w:r>
            <w:r w:rsidR="00A268E2">
              <w:rPr>
                <w:rFonts w:ascii="Corbel" w:hAnsi="Corbel"/>
                <w:b w:val="0"/>
                <w:smallCaps w:val="0"/>
                <w:szCs w:val="24"/>
              </w:rPr>
              <w:t xml:space="preserve"> w odbiorze dzieł sztuki i otwartość na nowe trendy kulturowe.  O</w:t>
            </w:r>
            <w:r w:rsidR="00AF3261">
              <w:rPr>
                <w:rFonts w:ascii="Corbel" w:hAnsi="Corbel"/>
                <w:b w:val="0"/>
                <w:smallCaps w:val="0"/>
                <w:szCs w:val="24"/>
              </w:rPr>
              <w:t>becność na zajęciach 80%</w:t>
            </w:r>
          </w:p>
          <w:p w14:paraId="0508A70F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FD974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7E5B4B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1972F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21B85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88A0691" w14:textId="77777777" w:rsidTr="003E1941">
        <w:tc>
          <w:tcPr>
            <w:tcW w:w="4962" w:type="dxa"/>
            <w:vAlign w:val="center"/>
          </w:tcPr>
          <w:p w14:paraId="4BA9F2B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D236B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60FEDDE" w14:textId="77777777" w:rsidTr="00923D7D">
        <w:tc>
          <w:tcPr>
            <w:tcW w:w="4962" w:type="dxa"/>
          </w:tcPr>
          <w:p w14:paraId="322A945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8A634B" w14:textId="77777777" w:rsidR="0085747A" w:rsidRPr="00B169DF" w:rsidRDefault="003D4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4B0E7FD" w14:textId="77777777" w:rsidTr="00923D7D">
        <w:tc>
          <w:tcPr>
            <w:tcW w:w="4962" w:type="dxa"/>
          </w:tcPr>
          <w:p w14:paraId="4C252B4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F9FD2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71FAD7" w14:textId="77777777" w:rsidR="00C61DC5" w:rsidRPr="00B169DF" w:rsidRDefault="003D4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0DA51311" w14:textId="77777777" w:rsidTr="00923D7D">
        <w:tc>
          <w:tcPr>
            <w:tcW w:w="4962" w:type="dxa"/>
          </w:tcPr>
          <w:p w14:paraId="71C0C59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B6985F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45AA59" w14:textId="77777777" w:rsidR="00C61DC5" w:rsidRPr="00B169DF" w:rsidRDefault="003D4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49B9DF79" w14:textId="77777777" w:rsidTr="00923D7D">
        <w:tc>
          <w:tcPr>
            <w:tcW w:w="4962" w:type="dxa"/>
          </w:tcPr>
          <w:p w14:paraId="10D93AE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4C36B" w14:textId="77777777" w:rsidR="0085747A" w:rsidRPr="00B169DF" w:rsidRDefault="003D4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656A5C63" w14:textId="77777777" w:rsidTr="00923D7D">
        <w:tc>
          <w:tcPr>
            <w:tcW w:w="4962" w:type="dxa"/>
          </w:tcPr>
          <w:p w14:paraId="7ABF0BA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30138A" w14:textId="77777777" w:rsidR="0085747A" w:rsidRPr="00B169DF" w:rsidRDefault="003D4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67383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E3EE7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13C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6AE737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2A3A99FB" w14:textId="77777777" w:rsidTr="0071620A">
        <w:trPr>
          <w:trHeight w:val="397"/>
        </w:trPr>
        <w:tc>
          <w:tcPr>
            <w:tcW w:w="3544" w:type="dxa"/>
          </w:tcPr>
          <w:p w14:paraId="6D90BCB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A5084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90740A5" w14:textId="77777777" w:rsidTr="0071620A">
        <w:trPr>
          <w:trHeight w:val="397"/>
        </w:trPr>
        <w:tc>
          <w:tcPr>
            <w:tcW w:w="3544" w:type="dxa"/>
          </w:tcPr>
          <w:p w14:paraId="2531E90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C5B04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7D906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5DA84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D0D7141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379EB" w14:paraId="0380A177" w14:textId="77777777" w:rsidTr="0071620A">
        <w:trPr>
          <w:trHeight w:val="397"/>
        </w:trPr>
        <w:tc>
          <w:tcPr>
            <w:tcW w:w="7513" w:type="dxa"/>
          </w:tcPr>
          <w:p w14:paraId="77BE8CB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890CF" w14:textId="77777777" w:rsidR="00DF09D9" w:rsidRDefault="008379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Mamzer, </w:t>
            </w:r>
            <w:r w:rsidR="00DF09D9">
              <w:rPr>
                <w:rFonts w:ascii="Corbel" w:hAnsi="Corbel"/>
                <w:b w:val="0"/>
                <w:i/>
                <w:smallCaps w:val="0"/>
                <w:szCs w:val="24"/>
              </w:rPr>
              <w:t>Tożsamoś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ć w podróży: wielokulturowość a kształtowanie tożsamości jednostki</w:t>
            </w:r>
          </w:p>
          <w:p w14:paraId="034830B1" w14:textId="77777777" w:rsidR="00DF09D9" w:rsidRPr="008379EB" w:rsidRDefault="00DF0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CA"/>
              </w:rPr>
            </w:pPr>
            <w:r w:rsidRPr="00DF09D9">
              <w:rPr>
                <w:rFonts w:ascii="Corbel" w:hAnsi="Corbel"/>
                <w:b w:val="0"/>
                <w:i/>
                <w:smallCaps w:val="0"/>
                <w:szCs w:val="24"/>
                <w:lang w:val="en-CA"/>
              </w:rPr>
              <w:t>Generative anthropology and transdisciplinary inquiry: religion, science, language and culture</w:t>
            </w:r>
            <w:r>
              <w:rPr>
                <w:rFonts w:ascii="Corbel" w:hAnsi="Corbel"/>
                <w:b w:val="0"/>
                <w:smallCaps w:val="0"/>
                <w:szCs w:val="24"/>
                <w:lang w:val="en-CA"/>
              </w:rPr>
              <w:t xml:space="preserve">, </w:t>
            </w:r>
            <w:r w:rsidRPr="00DF09D9">
              <w:rPr>
                <w:rFonts w:ascii="Corbel" w:hAnsi="Corbel"/>
                <w:b w:val="0"/>
                <w:smallCaps w:val="0"/>
                <w:szCs w:val="24"/>
                <w:lang w:val="en-CA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  <w:lang w:val="en-CA"/>
              </w:rPr>
              <w:t xml:space="preserve">red. </w:t>
            </w:r>
            <w:r w:rsidRPr="008379EB">
              <w:rPr>
                <w:rFonts w:ascii="Corbel" w:hAnsi="Corbel"/>
                <w:b w:val="0"/>
                <w:smallCaps w:val="0"/>
                <w:szCs w:val="24"/>
                <w:lang w:val="en-CA"/>
              </w:rPr>
              <w:t xml:space="preserve">M. Złocka – Dąbrowska, B. Gaj </w:t>
            </w:r>
          </w:p>
        </w:tc>
      </w:tr>
      <w:tr w:rsidR="0085747A" w:rsidRPr="00B169DF" w14:paraId="5122F240" w14:textId="77777777" w:rsidTr="0071620A">
        <w:trPr>
          <w:trHeight w:val="397"/>
        </w:trPr>
        <w:tc>
          <w:tcPr>
            <w:tcW w:w="7513" w:type="dxa"/>
          </w:tcPr>
          <w:p w14:paraId="78BEF752" w14:textId="77777777" w:rsidR="0085747A" w:rsidRPr="00DF0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DF09D9">
              <w:rPr>
                <w:rFonts w:ascii="Corbel" w:hAnsi="Corbel"/>
                <w:b w:val="0"/>
                <w:smallCaps w:val="0"/>
                <w:szCs w:val="24"/>
              </w:rPr>
              <w:t xml:space="preserve">J. A. Majcherek, </w:t>
            </w:r>
            <w:r w:rsidR="00DF09D9">
              <w:rPr>
                <w:rFonts w:ascii="Corbel" w:hAnsi="Corbel"/>
                <w:b w:val="0"/>
                <w:i/>
                <w:smallCaps w:val="0"/>
                <w:szCs w:val="24"/>
              </w:rPr>
              <w:t>Kultura, osoba, tożsamość: z zagadnień filozofii i socjologii kultury</w:t>
            </w:r>
          </w:p>
        </w:tc>
      </w:tr>
    </w:tbl>
    <w:p w14:paraId="44B45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A945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18EA08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4C4BB" w14:textId="77777777" w:rsidR="00455BB2" w:rsidRDefault="00455BB2" w:rsidP="00C16ABF">
      <w:pPr>
        <w:spacing w:after="0" w:line="240" w:lineRule="auto"/>
      </w:pPr>
      <w:r>
        <w:separator/>
      </w:r>
    </w:p>
  </w:endnote>
  <w:endnote w:type="continuationSeparator" w:id="0">
    <w:p w14:paraId="0A2C0C9B" w14:textId="77777777" w:rsidR="00455BB2" w:rsidRDefault="00455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3EA9" w14:textId="77777777" w:rsidR="00455BB2" w:rsidRDefault="00455BB2" w:rsidP="00C16ABF">
      <w:pPr>
        <w:spacing w:after="0" w:line="240" w:lineRule="auto"/>
      </w:pPr>
      <w:r>
        <w:separator/>
      </w:r>
    </w:p>
  </w:footnote>
  <w:footnote w:type="continuationSeparator" w:id="0">
    <w:p w14:paraId="0CEF3617" w14:textId="77777777" w:rsidR="00455BB2" w:rsidRDefault="00455BB2" w:rsidP="00C16ABF">
      <w:pPr>
        <w:spacing w:after="0" w:line="240" w:lineRule="auto"/>
      </w:pPr>
      <w:r>
        <w:continuationSeparator/>
      </w:r>
    </w:p>
  </w:footnote>
  <w:footnote w:id="1">
    <w:p w14:paraId="7110322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84176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58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798"/>
    <w:rsid w:val="003D6CE2"/>
    <w:rsid w:val="003E1941"/>
    <w:rsid w:val="003E2FE6"/>
    <w:rsid w:val="003E320D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BB2"/>
    <w:rsid w:val="00461EFC"/>
    <w:rsid w:val="004652C2"/>
    <w:rsid w:val="004706D1"/>
    <w:rsid w:val="00471326"/>
    <w:rsid w:val="0047598D"/>
    <w:rsid w:val="004840FD"/>
    <w:rsid w:val="00484B7A"/>
    <w:rsid w:val="00485B31"/>
    <w:rsid w:val="00490F7D"/>
    <w:rsid w:val="00491678"/>
    <w:rsid w:val="004968E2"/>
    <w:rsid w:val="004A3EEA"/>
    <w:rsid w:val="004A4D1F"/>
    <w:rsid w:val="004B3F0E"/>
    <w:rsid w:val="004C5744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2FDD"/>
    <w:rsid w:val="00627FC9"/>
    <w:rsid w:val="00647FA8"/>
    <w:rsid w:val="00650C5F"/>
    <w:rsid w:val="00651A7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A5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812"/>
    <w:rsid w:val="007C3299"/>
    <w:rsid w:val="007C3BCC"/>
    <w:rsid w:val="007C4546"/>
    <w:rsid w:val="007D6E56"/>
    <w:rsid w:val="007E3B44"/>
    <w:rsid w:val="007F4155"/>
    <w:rsid w:val="0081554D"/>
    <w:rsid w:val="0081707E"/>
    <w:rsid w:val="008379EB"/>
    <w:rsid w:val="008449B3"/>
    <w:rsid w:val="008552A2"/>
    <w:rsid w:val="0085747A"/>
    <w:rsid w:val="00866E6B"/>
    <w:rsid w:val="00884922"/>
    <w:rsid w:val="00885F64"/>
    <w:rsid w:val="008917F9"/>
    <w:rsid w:val="008A216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4DC"/>
    <w:rsid w:val="00997F14"/>
    <w:rsid w:val="009A78D9"/>
    <w:rsid w:val="009B209D"/>
    <w:rsid w:val="009B7280"/>
    <w:rsid w:val="009C3E31"/>
    <w:rsid w:val="009C54AE"/>
    <w:rsid w:val="009C788E"/>
    <w:rsid w:val="009D2D0D"/>
    <w:rsid w:val="009D3F3B"/>
    <w:rsid w:val="009E0543"/>
    <w:rsid w:val="009E3B41"/>
    <w:rsid w:val="009F3C5C"/>
    <w:rsid w:val="009F4610"/>
    <w:rsid w:val="00A00ECC"/>
    <w:rsid w:val="00A155EE"/>
    <w:rsid w:val="00A204E4"/>
    <w:rsid w:val="00A2245B"/>
    <w:rsid w:val="00A268E2"/>
    <w:rsid w:val="00A30110"/>
    <w:rsid w:val="00A36899"/>
    <w:rsid w:val="00A371F6"/>
    <w:rsid w:val="00A43BF6"/>
    <w:rsid w:val="00A53FA5"/>
    <w:rsid w:val="00A54817"/>
    <w:rsid w:val="00A601C8"/>
    <w:rsid w:val="00A60799"/>
    <w:rsid w:val="00A60B4D"/>
    <w:rsid w:val="00A64E63"/>
    <w:rsid w:val="00A84C85"/>
    <w:rsid w:val="00A97DE1"/>
    <w:rsid w:val="00AB053C"/>
    <w:rsid w:val="00AB574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261"/>
    <w:rsid w:val="00B06142"/>
    <w:rsid w:val="00B135B1"/>
    <w:rsid w:val="00B1435F"/>
    <w:rsid w:val="00B169DF"/>
    <w:rsid w:val="00B26129"/>
    <w:rsid w:val="00B3092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E5"/>
    <w:rsid w:val="00BB520A"/>
    <w:rsid w:val="00BD3869"/>
    <w:rsid w:val="00BD66E9"/>
    <w:rsid w:val="00BD6FF4"/>
    <w:rsid w:val="00BF2C41"/>
    <w:rsid w:val="00C058B4"/>
    <w:rsid w:val="00C05F44"/>
    <w:rsid w:val="00C07BD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0A5"/>
    <w:rsid w:val="00D17C3C"/>
    <w:rsid w:val="00D26B2C"/>
    <w:rsid w:val="00D3397B"/>
    <w:rsid w:val="00D352C9"/>
    <w:rsid w:val="00D35CBF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09D9"/>
    <w:rsid w:val="00DF320D"/>
    <w:rsid w:val="00DF71C8"/>
    <w:rsid w:val="00E10A6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C0F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5E85"/>
    <w:rsid w:val="00FB7D9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6B5A9"/>
  <w15:docId w15:val="{739F34DB-2072-4654-AF5E-1A684F18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DE1EF-7B1B-48B1-B75D-C3428222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94</TotalTime>
  <Pages>4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24</cp:revision>
  <cp:lastPrinted>2019-02-06T12:12:00Z</cp:lastPrinted>
  <dcterms:created xsi:type="dcterms:W3CDTF">2023-10-02T12:20:00Z</dcterms:created>
  <dcterms:modified xsi:type="dcterms:W3CDTF">2025-06-30T11:07:00Z</dcterms:modified>
</cp:coreProperties>
</file>